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04"/>
        <w:tblW w:w="10240" w:type="dxa"/>
        <w:tblLayout w:type="fixed"/>
        <w:tblLook w:val="01E0" w:firstRow="1" w:lastRow="1" w:firstColumn="1" w:lastColumn="1" w:noHBand="0" w:noVBand="0"/>
      </w:tblPr>
      <w:tblGrid>
        <w:gridCol w:w="111"/>
        <w:gridCol w:w="4616"/>
        <w:gridCol w:w="407"/>
        <w:gridCol w:w="184"/>
        <w:gridCol w:w="259"/>
        <w:gridCol w:w="4583"/>
        <w:gridCol w:w="80"/>
      </w:tblGrid>
      <w:tr w:rsidR="00E77B7F" w:rsidRPr="005557BB" w:rsidTr="00AE01D7">
        <w:trPr>
          <w:trHeight w:val="276"/>
        </w:trPr>
        <w:tc>
          <w:tcPr>
            <w:tcW w:w="4727" w:type="dxa"/>
            <w:gridSpan w:val="2"/>
            <w:vAlign w:val="center"/>
          </w:tcPr>
          <w:p w:rsidR="00E77B7F" w:rsidRPr="005557BB" w:rsidRDefault="00E77B7F" w:rsidP="00E77B7F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5557BB">
              <w:rPr>
                <w:sz w:val="28"/>
                <w:szCs w:val="28"/>
              </w:rPr>
              <w:t xml:space="preserve">МИНИСТЕРСТВО </w:t>
            </w:r>
          </w:p>
          <w:p w:rsidR="00E77B7F" w:rsidRPr="005557BB" w:rsidRDefault="00E77B7F" w:rsidP="00E77B7F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ПО ДЕЛАМ МОЛОДЕЖИ </w:t>
            </w:r>
          </w:p>
          <w:p w:rsidR="00E77B7F" w:rsidRPr="005557BB" w:rsidRDefault="00E77B7F" w:rsidP="00E77B7F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50" w:type="dxa"/>
            <w:gridSpan w:val="3"/>
            <w:vAlign w:val="center"/>
          </w:tcPr>
          <w:p w:rsidR="00E77B7F" w:rsidRPr="005557BB" w:rsidRDefault="00E77B7F" w:rsidP="00E77B7F">
            <w:pPr>
              <w:ind w:right="-108"/>
              <w:jc w:val="center"/>
              <w:rPr>
                <w:sz w:val="28"/>
                <w:szCs w:val="28"/>
              </w:rPr>
            </w:pPr>
            <w:r w:rsidRPr="005557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2EA594E" wp14:editId="3370E3AC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63" w:type="dxa"/>
            <w:gridSpan w:val="2"/>
            <w:vAlign w:val="center"/>
          </w:tcPr>
          <w:p w:rsidR="00E77B7F" w:rsidRPr="005557BB" w:rsidRDefault="00E77B7F" w:rsidP="00E77B7F">
            <w:pPr>
              <w:spacing w:line="300" w:lineRule="exact"/>
              <w:ind w:right="-174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      ТАТАРСТАН РЕСПУБЛИКАСЫ </w:t>
            </w:r>
          </w:p>
          <w:p w:rsidR="00E77B7F" w:rsidRPr="005557BB" w:rsidRDefault="00E77B7F" w:rsidP="00E77B7F">
            <w:pPr>
              <w:spacing w:line="300" w:lineRule="exact"/>
              <w:ind w:right="-174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ЯШЬЛ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>Р ЭШЛ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 xml:space="preserve">РЕ </w:t>
            </w:r>
          </w:p>
          <w:p w:rsidR="00E77B7F" w:rsidRPr="005557BB" w:rsidRDefault="00E77B7F" w:rsidP="00E77B7F">
            <w:pPr>
              <w:spacing w:line="300" w:lineRule="exact"/>
              <w:ind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МИНИСТРЛЫГЫ</w:t>
            </w:r>
          </w:p>
        </w:tc>
      </w:tr>
      <w:tr w:rsidR="00E77B7F" w:rsidRPr="005557BB" w:rsidTr="00AE01D7">
        <w:trPr>
          <w:trHeight w:val="26"/>
        </w:trPr>
        <w:tc>
          <w:tcPr>
            <w:tcW w:w="4727" w:type="dxa"/>
            <w:gridSpan w:val="2"/>
          </w:tcPr>
          <w:p w:rsidR="00E77B7F" w:rsidRPr="005557BB" w:rsidRDefault="00E77B7F" w:rsidP="00E77B7F">
            <w:pPr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50" w:type="dxa"/>
            <w:gridSpan w:val="3"/>
          </w:tcPr>
          <w:p w:rsidR="00E77B7F" w:rsidRPr="005557BB" w:rsidRDefault="00E77B7F" w:rsidP="00E77B7F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663" w:type="dxa"/>
            <w:gridSpan w:val="2"/>
          </w:tcPr>
          <w:p w:rsidR="00E77B7F" w:rsidRPr="005557BB" w:rsidRDefault="00E77B7F" w:rsidP="00E77B7F">
            <w:pPr>
              <w:ind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E77B7F" w:rsidRPr="005557BB" w:rsidTr="00AE01D7">
        <w:trPr>
          <w:trHeight w:val="132"/>
        </w:trPr>
        <w:tc>
          <w:tcPr>
            <w:tcW w:w="4727" w:type="dxa"/>
            <w:gridSpan w:val="2"/>
            <w:vAlign w:val="center"/>
          </w:tcPr>
          <w:p w:rsidR="00E77B7F" w:rsidRPr="005557BB" w:rsidRDefault="00E77B7F" w:rsidP="00E77B7F">
            <w:pPr>
              <w:spacing w:line="220" w:lineRule="exact"/>
              <w:ind w:right="492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5557BB">
              <w:rPr>
                <w:spacing w:val="-6"/>
                <w:sz w:val="20"/>
                <w:szCs w:val="20"/>
              </w:rPr>
              <w:t>ул.Сафьян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, д.5, </w:t>
            </w:r>
          </w:p>
          <w:p w:rsidR="00E77B7F" w:rsidRPr="005557BB" w:rsidRDefault="00E77B7F" w:rsidP="00E77B7F">
            <w:pPr>
              <w:spacing w:line="220" w:lineRule="exact"/>
              <w:ind w:right="492"/>
              <w:jc w:val="center"/>
              <w:rPr>
                <w:noProof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г</w:t>
            </w:r>
            <w:r w:rsidRPr="005557BB">
              <w:rPr>
                <w:spacing w:val="-6"/>
                <w:sz w:val="20"/>
                <w:szCs w:val="20"/>
              </w:rPr>
              <w:t xml:space="preserve">. </w:t>
            </w:r>
            <w:r w:rsidRPr="005557BB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5557BB">
              <w:rPr>
                <w:spacing w:val="-6"/>
                <w:sz w:val="20"/>
                <w:szCs w:val="20"/>
              </w:rPr>
              <w:t>ь, 420021</w:t>
            </w:r>
          </w:p>
        </w:tc>
        <w:tc>
          <w:tcPr>
            <w:tcW w:w="850" w:type="dxa"/>
            <w:gridSpan w:val="3"/>
            <w:vAlign w:val="center"/>
          </w:tcPr>
          <w:p w:rsidR="00E77B7F" w:rsidRPr="005557BB" w:rsidRDefault="00E77B7F" w:rsidP="00E77B7F">
            <w:pPr>
              <w:spacing w:line="220" w:lineRule="exact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2"/>
            <w:vAlign w:val="center"/>
          </w:tcPr>
          <w:p w:rsidR="00E77B7F" w:rsidRPr="005557BB" w:rsidRDefault="00E77B7F" w:rsidP="00E77B7F">
            <w:pPr>
              <w:spacing w:line="220" w:lineRule="exact"/>
              <w:ind w:right="-32"/>
              <w:jc w:val="center"/>
              <w:rPr>
                <w:spacing w:val="-6"/>
                <w:sz w:val="20"/>
                <w:szCs w:val="20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Сафьян урамы</w:t>
            </w:r>
            <w:r w:rsidRPr="005557BB">
              <w:rPr>
                <w:spacing w:val="-6"/>
                <w:sz w:val="20"/>
                <w:szCs w:val="20"/>
              </w:rPr>
              <w:t xml:space="preserve">, 5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, </w:t>
            </w:r>
          </w:p>
          <w:p w:rsidR="00E77B7F" w:rsidRPr="005557BB" w:rsidRDefault="00E77B7F" w:rsidP="00E77B7F">
            <w:pPr>
              <w:spacing w:line="220" w:lineRule="exact"/>
              <w:ind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5557BB">
              <w:rPr>
                <w:spacing w:val="-6"/>
                <w:sz w:val="20"/>
                <w:szCs w:val="20"/>
              </w:rPr>
              <w:t>, 420021</w:t>
            </w:r>
          </w:p>
        </w:tc>
      </w:tr>
      <w:tr w:rsidR="00E77B7F" w:rsidRPr="005557BB" w:rsidTr="00AE01D7">
        <w:trPr>
          <w:trHeight w:val="131"/>
        </w:trPr>
        <w:tc>
          <w:tcPr>
            <w:tcW w:w="5134" w:type="dxa"/>
            <w:gridSpan w:val="3"/>
          </w:tcPr>
          <w:p w:rsidR="00E77B7F" w:rsidRPr="005557BB" w:rsidRDefault="00E77B7F" w:rsidP="00E77B7F">
            <w:pPr>
              <w:spacing w:line="220" w:lineRule="exact"/>
              <w:ind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106" w:type="dxa"/>
            <w:gridSpan w:val="4"/>
          </w:tcPr>
          <w:p w:rsidR="00E77B7F" w:rsidRPr="005557BB" w:rsidRDefault="00E77B7F" w:rsidP="00E77B7F">
            <w:pPr>
              <w:spacing w:line="220" w:lineRule="exact"/>
              <w:ind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E77B7F" w:rsidRPr="005557BB" w:rsidTr="00F16046">
        <w:trPr>
          <w:gridBefore w:val="1"/>
          <w:gridAfter w:val="1"/>
          <w:wBefore w:w="111" w:type="dxa"/>
          <w:wAfter w:w="80" w:type="dxa"/>
          <w:trHeight w:val="67"/>
        </w:trPr>
        <w:tc>
          <w:tcPr>
            <w:tcW w:w="10049" w:type="dxa"/>
            <w:gridSpan w:val="5"/>
          </w:tcPr>
          <w:p w:rsidR="00E77B7F" w:rsidRPr="005557BB" w:rsidRDefault="00E77B7F" w:rsidP="00E77B7F">
            <w:pPr>
              <w:spacing w:line="220" w:lineRule="exact"/>
              <w:ind w:right="187"/>
              <w:jc w:val="center"/>
              <w:rPr>
                <w:sz w:val="20"/>
                <w:szCs w:val="20"/>
              </w:rPr>
            </w:pPr>
            <w:r w:rsidRPr="005557BB">
              <w:rPr>
                <w:sz w:val="20"/>
                <w:szCs w:val="20"/>
              </w:rPr>
              <w:t>Тел.: (843) 222-91-50, факс: (843) 222-91-51.</w:t>
            </w:r>
            <w:r w:rsidRPr="005557BB">
              <w:rPr>
                <w:sz w:val="20"/>
                <w:szCs w:val="20"/>
                <w:lang w:val="en-US"/>
              </w:rPr>
              <w:t>E</w:t>
            </w:r>
            <w:r w:rsidRPr="005557BB">
              <w:rPr>
                <w:sz w:val="20"/>
                <w:szCs w:val="20"/>
              </w:rPr>
              <w:t>-</w:t>
            </w:r>
            <w:r w:rsidRPr="005557BB">
              <w:rPr>
                <w:sz w:val="20"/>
                <w:szCs w:val="20"/>
                <w:lang w:val="en-US"/>
              </w:rPr>
              <w:t>mail</w:t>
            </w:r>
            <w:r w:rsidRPr="005557BB">
              <w:rPr>
                <w:sz w:val="20"/>
                <w:szCs w:val="20"/>
              </w:rPr>
              <w:t xml:space="preserve">: 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5557BB">
              <w:rPr>
                <w:sz w:val="20"/>
                <w:szCs w:val="20"/>
              </w:rPr>
              <w:t>@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5557BB">
              <w:rPr>
                <w:sz w:val="20"/>
                <w:szCs w:val="20"/>
              </w:rPr>
              <w:t xml:space="preserve">, </w:t>
            </w:r>
            <w:r w:rsidRPr="005557BB">
              <w:rPr>
                <w:sz w:val="20"/>
                <w:szCs w:val="20"/>
                <w:lang w:val="en-US"/>
              </w:rPr>
              <w:t>http</w:t>
            </w:r>
            <w:r w:rsidRPr="005557BB">
              <w:rPr>
                <w:sz w:val="20"/>
                <w:szCs w:val="20"/>
              </w:rPr>
              <w:t>://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minmol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77B7F" w:rsidRPr="005557BB" w:rsidTr="00AE01D7">
        <w:trPr>
          <w:gridBefore w:val="1"/>
          <w:gridAfter w:val="1"/>
          <w:wBefore w:w="111" w:type="dxa"/>
          <w:wAfter w:w="80" w:type="dxa"/>
          <w:trHeight w:val="54"/>
        </w:trPr>
        <w:tc>
          <w:tcPr>
            <w:tcW w:w="5207" w:type="dxa"/>
            <w:gridSpan w:val="3"/>
            <w:tcBorders>
              <w:top w:val="single" w:sz="12" w:space="0" w:color="auto"/>
            </w:tcBorders>
          </w:tcPr>
          <w:p w:rsidR="00E77B7F" w:rsidRPr="005557BB" w:rsidRDefault="00E77B7F" w:rsidP="00E77B7F">
            <w:pPr>
              <w:ind w:firstLine="210"/>
              <w:jc w:val="center"/>
              <w:rPr>
                <w:sz w:val="16"/>
              </w:rPr>
            </w:pPr>
          </w:p>
        </w:tc>
        <w:tc>
          <w:tcPr>
            <w:tcW w:w="4842" w:type="dxa"/>
            <w:gridSpan w:val="2"/>
            <w:tcBorders>
              <w:top w:val="single" w:sz="12" w:space="0" w:color="auto"/>
            </w:tcBorders>
          </w:tcPr>
          <w:p w:rsidR="00E77B7F" w:rsidRPr="005557BB" w:rsidRDefault="00E77B7F" w:rsidP="00E77B7F">
            <w:pPr>
              <w:ind w:right="-110"/>
              <w:jc w:val="center"/>
              <w:rPr>
                <w:sz w:val="16"/>
              </w:rPr>
            </w:pPr>
          </w:p>
        </w:tc>
      </w:tr>
      <w:tr w:rsidR="00876684" w:rsidRPr="005557BB" w:rsidTr="00AE01D7">
        <w:trPr>
          <w:trHeight w:val="59"/>
        </w:trPr>
        <w:tc>
          <w:tcPr>
            <w:tcW w:w="5318" w:type="dxa"/>
            <w:gridSpan w:val="4"/>
          </w:tcPr>
          <w:p w:rsidR="00876684" w:rsidRPr="005557BB" w:rsidRDefault="00876684" w:rsidP="00E77B7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______________ № ______________</w:t>
            </w:r>
          </w:p>
        </w:tc>
        <w:tc>
          <w:tcPr>
            <w:tcW w:w="4922" w:type="dxa"/>
            <w:gridSpan w:val="3"/>
            <w:vMerge w:val="restart"/>
          </w:tcPr>
          <w:p w:rsidR="00335FE6" w:rsidRDefault="00335FE6" w:rsidP="00335FE6">
            <w:pPr>
              <w:spacing w:line="276" w:lineRule="auto"/>
              <w:ind w:left="1091"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Главам </w:t>
            </w:r>
          </w:p>
          <w:p w:rsidR="00E76A3A" w:rsidRPr="005557BB" w:rsidRDefault="00335FE6" w:rsidP="00335FE6">
            <w:pPr>
              <w:spacing w:line="276" w:lineRule="auto"/>
              <w:ind w:left="1091"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16046" w:rsidRPr="00F16046">
              <w:rPr>
                <w:sz w:val="28"/>
                <w:szCs w:val="28"/>
              </w:rPr>
              <w:t>униципальных образований Республики Татарстан</w:t>
            </w:r>
          </w:p>
        </w:tc>
      </w:tr>
      <w:tr w:rsidR="00876684" w:rsidRPr="005557BB" w:rsidTr="00AE01D7">
        <w:trPr>
          <w:trHeight w:val="75"/>
        </w:trPr>
        <w:tc>
          <w:tcPr>
            <w:tcW w:w="5318" w:type="dxa"/>
            <w:gridSpan w:val="4"/>
          </w:tcPr>
          <w:p w:rsidR="00876684" w:rsidRDefault="00876684" w:rsidP="00E77B7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На № __________________________</w:t>
            </w:r>
          </w:p>
          <w:p w:rsidR="00680B6B" w:rsidRPr="00680B6B" w:rsidRDefault="00680B6B" w:rsidP="00E77B7F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4922" w:type="dxa"/>
            <w:gridSpan w:val="3"/>
            <w:vMerge/>
          </w:tcPr>
          <w:p w:rsidR="00876684" w:rsidRPr="005557BB" w:rsidRDefault="00876684" w:rsidP="00811DEB">
            <w:pPr>
              <w:spacing w:line="276" w:lineRule="auto"/>
              <w:ind w:right="-110" w:firstLine="1821"/>
              <w:rPr>
                <w:sz w:val="28"/>
                <w:szCs w:val="28"/>
              </w:rPr>
            </w:pPr>
          </w:p>
        </w:tc>
      </w:tr>
    </w:tbl>
    <w:p w:rsidR="00753C76" w:rsidRDefault="00753C76" w:rsidP="00C16668"/>
    <w:p w:rsidR="00335FE6" w:rsidRDefault="00335FE6" w:rsidP="00C16668"/>
    <w:p w:rsidR="00335FE6" w:rsidRDefault="00335FE6" w:rsidP="00C16668"/>
    <w:p w:rsidR="003C2495" w:rsidRPr="00CF3219" w:rsidRDefault="00E76A3A" w:rsidP="00C16668">
      <w:pPr>
        <w:rPr>
          <w:b/>
          <w:bCs/>
          <w:sz w:val="28"/>
          <w:szCs w:val="28"/>
        </w:rPr>
      </w:pPr>
      <w:r w:rsidRPr="00E76A3A">
        <w:t>О X Республиканском молодежном форуме</w:t>
      </w:r>
    </w:p>
    <w:p w:rsidR="004E5B5E" w:rsidRDefault="004E5B5E" w:rsidP="00753C76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F16046" w:rsidRDefault="00F16046" w:rsidP="00F16046">
      <w:pPr>
        <w:jc w:val="center"/>
        <w:rPr>
          <w:b/>
          <w:color w:val="000000"/>
          <w:sz w:val="28"/>
          <w:szCs w:val="28"/>
        </w:rPr>
      </w:pPr>
      <w:r w:rsidRPr="003252FC">
        <w:rPr>
          <w:b/>
          <w:color w:val="000000"/>
          <w:sz w:val="28"/>
          <w:szCs w:val="28"/>
        </w:rPr>
        <w:t>Уважаемые коллеги!</w:t>
      </w:r>
    </w:p>
    <w:p w:rsidR="00E76A3A" w:rsidRDefault="00E76A3A" w:rsidP="00753C76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F16046" w:rsidRPr="00F16046" w:rsidRDefault="00F16046" w:rsidP="00F16046">
      <w:pPr>
        <w:spacing w:line="360" w:lineRule="auto"/>
        <w:ind w:firstLine="709"/>
        <w:jc w:val="both"/>
        <w:rPr>
          <w:rFonts w:eastAsia="Calibri"/>
          <w:b/>
          <w:color w:val="000000"/>
          <w:sz w:val="28"/>
          <w:szCs w:val="28"/>
          <w:shd w:val="clear" w:color="auto" w:fill="FFFFFF"/>
        </w:rPr>
      </w:pP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Благодарим Вас за информационную поддержку и организацию участия представите</w:t>
      </w:r>
      <w:r w:rsidR="00335FE6">
        <w:rPr>
          <w:rFonts w:eastAsia="Calibri"/>
          <w:color w:val="000000"/>
          <w:sz w:val="28"/>
          <w:szCs w:val="28"/>
          <w:shd w:val="clear" w:color="auto" w:fill="FFFFFF"/>
        </w:rPr>
        <w:t>лей Вашего муниципального образования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в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IX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Республиканском молодежном</w:t>
      </w:r>
      <w:r w:rsidR="00335FE6">
        <w:rPr>
          <w:rFonts w:eastAsia="Calibri"/>
          <w:color w:val="000000"/>
          <w:sz w:val="28"/>
          <w:szCs w:val="28"/>
          <w:shd w:val="clear" w:color="auto" w:fill="FFFFFF"/>
        </w:rPr>
        <w:t xml:space="preserve"> форуме «Наш Татарстан» (далее –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Форум). 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 xml:space="preserve">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Форум является главной ежегодной площадкой для молодежи, на которой любой молодой человек и команда, могут представить и защитить свой идею или проект, найти единомышленников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для реализации, получить общественную и государственную поддержку.</w:t>
      </w:r>
    </w:p>
    <w:p w:rsidR="00F16046" w:rsidRPr="00F16046" w:rsidRDefault="00F16046" w:rsidP="00F16046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Форум ежегодно реализуется при поддержке Президента Респуб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лики Татарстан </w:t>
      </w:r>
      <w:proofErr w:type="spellStart"/>
      <w:r>
        <w:rPr>
          <w:rFonts w:eastAsia="Calibri"/>
          <w:color w:val="000000"/>
          <w:sz w:val="28"/>
          <w:szCs w:val="28"/>
          <w:shd w:val="clear" w:color="auto" w:fill="FFFFFF"/>
        </w:rPr>
        <w:t>Р.Н.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Минниханова</w:t>
      </w:r>
      <w:proofErr w:type="spellEnd"/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. В 2020 году Форум пройдет 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>по 10 тематическим площадкам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: «Территория инноваций», «Территория архитектуры», «Территория культуры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и искусства», «Территория предпринимательства», «Территория добра», «Территория элементов ситуационных центров», «Территория спорта», «Территория малой родины», «Территория гражданского общества» и «Территория безопасности».</w:t>
      </w:r>
    </w:p>
    <w:p w:rsidR="00E76A3A" w:rsidRPr="00E76A3A" w:rsidRDefault="00F16046" w:rsidP="00E76A3A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Лучшие молодежные проекты будут поддержаны грантом 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 xml:space="preserve">в размере                         </w:t>
      </w:r>
      <w:r w:rsidR="00335FE6">
        <w:rPr>
          <w:rFonts w:eastAsia="Calibri"/>
          <w:b/>
          <w:color w:val="000000"/>
          <w:sz w:val="28"/>
          <w:szCs w:val="28"/>
          <w:shd w:val="clear" w:color="auto" w:fill="FFFFFF"/>
        </w:rPr>
        <w:t>до 300 тыс.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 xml:space="preserve"> рублей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, а также включены в реестр молодежных проектов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для дальнейшей поддержки и сопровождения профильными министерствами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и ведомствами. По итогам определения победителей пройдет финальная выставка проектов, на которую будут приглашены представители профильных министерств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и ведомств.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 xml:space="preserve">Форум является основной площадкой по отбору лучших проектов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</w:t>
      </w:r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lastRenderedPageBreak/>
        <w:t>от Республики Татарстан для участия в федеральных форумах, таких как «</w:t>
      </w:r>
      <w:proofErr w:type="spellStart"/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>iВолга</w:t>
      </w:r>
      <w:proofErr w:type="spellEnd"/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 xml:space="preserve">», «Территория смыслов», «Таврида» и другие. </w:t>
      </w:r>
    </w:p>
    <w:p w:rsidR="009B5093" w:rsidRDefault="00E76A3A" w:rsidP="00F16046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E76A3A">
        <w:rPr>
          <w:rFonts w:eastAsia="Calibri"/>
          <w:color w:val="000000"/>
          <w:sz w:val="28"/>
          <w:szCs w:val="28"/>
          <w:shd w:val="clear" w:color="auto" w:fill="FFFFFF"/>
        </w:rPr>
        <w:t xml:space="preserve">Участие в Форуме могут принять авторы проектов и идей 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>от 14 до 30 лет</w:t>
      </w:r>
      <w:r w:rsidRPr="00E76A3A">
        <w:rPr>
          <w:rFonts w:eastAsia="Calibri"/>
          <w:color w:val="000000"/>
          <w:sz w:val="28"/>
          <w:szCs w:val="28"/>
          <w:shd w:val="clear" w:color="auto" w:fill="FFFFFF"/>
        </w:rPr>
        <w:t xml:space="preserve">. Лица, относящиеся к категории «Молодые ученые», могут принимать участие в Форуме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</w:t>
      </w:r>
      <w:r w:rsidRPr="00E76A3A">
        <w:rPr>
          <w:rFonts w:eastAsia="Calibri"/>
          <w:color w:val="000000"/>
          <w:sz w:val="28"/>
          <w:szCs w:val="28"/>
          <w:shd w:val="clear" w:color="auto" w:fill="FFFFFF"/>
        </w:rPr>
        <w:t>до 35 лет.</w:t>
      </w:r>
    </w:p>
    <w:p w:rsidR="00E76A3A" w:rsidRPr="00E76A3A" w:rsidRDefault="00F16046" w:rsidP="00F16046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Принимая во внимание вышеизложенное, </w:t>
      </w:r>
      <w:r w:rsidRPr="00F16046">
        <w:rPr>
          <w:rFonts w:eastAsia="Calibri"/>
          <w:b/>
          <w:color w:val="000000"/>
          <w:sz w:val="28"/>
          <w:szCs w:val="28"/>
          <w:shd w:val="clear" w:color="auto" w:fill="FFFFFF"/>
        </w:rPr>
        <w:t>просим Вас проинформировать образовательные и общественные организации</w:t>
      </w:r>
      <w:r w:rsidR="00335FE6">
        <w:rPr>
          <w:rFonts w:eastAsia="Calibri"/>
          <w:color w:val="000000"/>
          <w:sz w:val="28"/>
          <w:szCs w:val="28"/>
          <w:shd w:val="clear" w:color="auto" w:fill="FFFFFF"/>
        </w:rPr>
        <w:t xml:space="preserve"> Вашего муниципального образования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, разместить информацию о Форуме на официальном сайте муниципалитета, в официальных сообществах </w:t>
      </w:r>
      <w:proofErr w:type="spellStart"/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и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Instagram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, а также оказать содействие в участии авторов молодежных проектов в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X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Республиканском молодежном форуме «Наш Татарстан».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>М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едиа файлы для публикации</w:t>
      </w:r>
      <w:r w:rsidR="00C13516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>в социальных сетях и официальных ресурсах можно скачать по ссылке https://yadi.sk/d/Hla96zXv10L4</w:t>
      </w:r>
      <w:r w:rsidR="00C13516">
        <w:rPr>
          <w:rFonts w:eastAsia="Calibri"/>
          <w:color w:val="000000"/>
          <w:sz w:val="28"/>
          <w:szCs w:val="28"/>
          <w:shd w:val="clear" w:color="auto" w:fill="FFFFFF"/>
        </w:rPr>
        <w:t>2w</w:t>
      </w:r>
      <w:r w:rsidR="00E76A3A" w:rsidRPr="00E76A3A">
        <w:rPr>
          <w:rFonts w:eastAsia="Calibri"/>
          <w:color w:val="000000"/>
          <w:sz w:val="28"/>
          <w:szCs w:val="28"/>
          <w:shd w:val="clear" w:color="auto" w:fill="FFFFFF"/>
        </w:rPr>
        <w:t>.</w:t>
      </w:r>
    </w:p>
    <w:p w:rsidR="00E76A3A" w:rsidRDefault="00E76A3A" w:rsidP="00E76A3A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E76A3A">
        <w:rPr>
          <w:rFonts w:eastAsia="Calibri"/>
          <w:color w:val="000000"/>
          <w:sz w:val="28"/>
          <w:szCs w:val="28"/>
          <w:shd w:val="clear" w:color="auto" w:fill="FFFFFF"/>
        </w:rPr>
        <w:t>Регистрация заявок осуществляется на официальном сайте Форума www.forumtatarstan.com до 1 марта 2020 года.</w:t>
      </w:r>
    </w:p>
    <w:p w:rsidR="00F16046" w:rsidRPr="00E76A3A" w:rsidRDefault="00F16046" w:rsidP="00F16046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>Дополнительно сооб</w:t>
      </w:r>
      <w:r w:rsidR="00335FE6">
        <w:rPr>
          <w:rFonts w:eastAsia="Calibri"/>
          <w:color w:val="000000"/>
          <w:sz w:val="28"/>
          <w:szCs w:val="28"/>
          <w:shd w:val="clear" w:color="auto" w:fill="FFFFFF"/>
        </w:rPr>
        <w:t>щаем, что количество заявок, по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данных для участия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в Форуме, включено в качестве критерия оценки эффективности реализации государственной молодежной </w:t>
      </w:r>
      <w:r w:rsidR="00335FE6">
        <w:rPr>
          <w:rFonts w:eastAsia="Calibri"/>
          <w:color w:val="000000"/>
          <w:sz w:val="28"/>
          <w:szCs w:val="28"/>
          <w:shd w:val="clear" w:color="auto" w:fill="FFFFFF"/>
        </w:rPr>
        <w:t>политики в муниципальных образованиях</w:t>
      </w:r>
      <w:r w:rsidRPr="00F16046">
        <w:rPr>
          <w:rFonts w:eastAsia="Calibri"/>
          <w:color w:val="000000"/>
          <w:sz w:val="28"/>
          <w:szCs w:val="28"/>
          <w:shd w:val="clear" w:color="auto" w:fill="FFFFFF"/>
        </w:rPr>
        <w:t xml:space="preserve"> Республики Татарстан.</w:t>
      </w:r>
    </w:p>
    <w:p w:rsidR="00753C76" w:rsidRDefault="00753C76" w:rsidP="00C135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информация:</w:t>
      </w:r>
      <w:r w:rsidR="00C13516">
        <w:rPr>
          <w:sz w:val="28"/>
          <w:szCs w:val="28"/>
        </w:rPr>
        <w:t xml:space="preserve"> </w:t>
      </w:r>
    </w:p>
    <w:p w:rsidR="00753C76" w:rsidRDefault="00C13516" w:rsidP="00C135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Галина Шеина – администратор Форума, тел.: </w:t>
      </w:r>
      <w:r w:rsidRPr="00A822E1">
        <w:rPr>
          <w:sz w:val="28"/>
          <w:szCs w:val="28"/>
        </w:rPr>
        <w:t>+7</w:t>
      </w:r>
      <w:r>
        <w:rPr>
          <w:sz w:val="28"/>
          <w:szCs w:val="28"/>
        </w:rPr>
        <w:t> (</w:t>
      </w:r>
      <w:r w:rsidRPr="00A822E1">
        <w:rPr>
          <w:sz w:val="28"/>
          <w:szCs w:val="28"/>
        </w:rPr>
        <w:t>965</w:t>
      </w:r>
      <w:r>
        <w:rPr>
          <w:sz w:val="28"/>
          <w:szCs w:val="28"/>
        </w:rPr>
        <w:t>)</w:t>
      </w:r>
      <w:r w:rsidRPr="00A822E1">
        <w:rPr>
          <w:sz w:val="28"/>
          <w:szCs w:val="28"/>
        </w:rPr>
        <w:t xml:space="preserve"> 598-68-88</w:t>
      </w:r>
      <w:r>
        <w:rPr>
          <w:sz w:val="28"/>
          <w:szCs w:val="28"/>
        </w:rPr>
        <w:t xml:space="preserve">; </w:t>
      </w:r>
    </w:p>
    <w:p w:rsidR="00C13516" w:rsidRDefault="00C13516" w:rsidP="00C13516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Нафис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Сиразетдинов</w:t>
      </w:r>
      <w:proofErr w:type="spellEnd"/>
      <w:r w:rsidR="00753C76">
        <w:rPr>
          <w:sz w:val="28"/>
          <w:szCs w:val="28"/>
        </w:rPr>
        <w:t xml:space="preserve"> – и</w:t>
      </w:r>
      <w:r>
        <w:rPr>
          <w:sz w:val="28"/>
          <w:szCs w:val="28"/>
        </w:rPr>
        <w:t xml:space="preserve">сполнительный директор Форума, тел.: </w:t>
      </w:r>
      <w:r w:rsidR="00753C76">
        <w:rPr>
          <w:sz w:val="28"/>
          <w:szCs w:val="28"/>
        </w:rPr>
        <w:br/>
      </w:r>
      <w:r>
        <w:rPr>
          <w:sz w:val="28"/>
          <w:szCs w:val="28"/>
        </w:rPr>
        <w:t>+7 (960) 084-21-33.</w:t>
      </w:r>
    </w:p>
    <w:p w:rsidR="00860154" w:rsidRPr="00753C76" w:rsidRDefault="00860154" w:rsidP="00753C76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6FC7">
        <w:rPr>
          <w:color w:val="000000"/>
          <w:sz w:val="28"/>
          <w:szCs w:val="28"/>
        </w:rPr>
        <w:t>Приложение: на 1</w:t>
      </w:r>
      <w:r w:rsidR="00E22906">
        <w:rPr>
          <w:color w:val="000000"/>
          <w:sz w:val="28"/>
          <w:szCs w:val="28"/>
        </w:rPr>
        <w:t>3</w:t>
      </w:r>
      <w:r w:rsidRPr="00AD6FC7">
        <w:rPr>
          <w:color w:val="000000"/>
          <w:sz w:val="28"/>
          <w:szCs w:val="28"/>
        </w:rPr>
        <w:t xml:space="preserve"> л. в 1 экз.</w:t>
      </w:r>
    </w:p>
    <w:p w:rsidR="00860154" w:rsidRDefault="00860154" w:rsidP="00860154">
      <w:pPr>
        <w:spacing w:line="360" w:lineRule="auto"/>
        <w:ind w:firstLine="709"/>
        <w:jc w:val="both"/>
        <w:rPr>
          <w:sz w:val="28"/>
          <w:szCs w:val="28"/>
        </w:rPr>
      </w:pPr>
    </w:p>
    <w:p w:rsidR="00860154" w:rsidRPr="005A7DB8" w:rsidRDefault="00860154" w:rsidP="00860154">
      <w:pPr>
        <w:spacing w:line="360" w:lineRule="auto"/>
        <w:jc w:val="both"/>
        <w:rPr>
          <w:sz w:val="28"/>
          <w:szCs w:val="28"/>
        </w:rPr>
      </w:pPr>
      <w:r w:rsidRPr="00AD6FC7">
        <w:rPr>
          <w:b/>
          <w:sz w:val="28"/>
          <w:szCs w:val="28"/>
        </w:rPr>
        <w:t xml:space="preserve">Министр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753C76">
        <w:rPr>
          <w:sz w:val="28"/>
          <w:szCs w:val="28"/>
        </w:rPr>
        <w:t xml:space="preserve"> </w:t>
      </w:r>
      <w:proofErr w:type="spellStart"/>
      <w:r w:rsidR="00753C76">
        <w:rPr>
          <w:b/>
          <w:sz w:val="28"/>
          <w:szCs w:val="28"/>
        </w:rPr>
        <w:t>Д.И.</w:t>
      </w:r>
      <w:r w:rsidRPr="00AD6FC7">
        <w:rPr>
          <w:b/>
          <w:sz w:val="28"/>
          <w:szCs w:val="28"/>
        </w:rPr>
        <w:t>Фаттахов</w:t>
      </w:r>
      <w:proofErr w:type="spellEnd"/>
    </w:p>
    <w:p w:rsidR="00D33F59" w:rsidRDefault="00D33F59" w:rsidP="00C13516">
      <w:pPr>
        <w:rPr>
          <w:rFonts w:eastAsia="Calibri"/>
          <w:b/>
          <w:sz w:val="28"/>
          <w:szCs w:val="28"/>
        </w:rPr>
      </w:pPr>
    </w:p>
    <w:p w:rsidR="00C13516" w:rsidRDefault="00C13516" w:rsidP="00C13516">
      <w:pPr>
        <w:rPr>
          <w:rFonts w:eastAsia="Calibri"/>
          <w:b/>
          <w:sz w:val="28"/>
          <w:szCs w:val="28"/>
        </w:rPr>
      </w:pPr>
    </w:p>
    <w:p w:rsidR="00AE01D7" w:rsidRDefault="00AE01D7" w:rsidP="00C13516">
      <w:pPr>
        <w:tabs>
          <w:tab w:val="left" w:pos="0"/>
          <w:tab w:val="left" w:pos="426"/>
        </w:tabs>
        <w:outlineLvl w:val="0"/>
        <w:rPr>
          <w:rFonts w:eastAsia="Calibri"/>
          <w:szCs w:val="22"/>
        </w:rPr>
      </w:pPr>
    </w:p>
    <w:p w:rsidR="00AE01D7" w:rsidRDefault="00AE01D7" w:rsidP="00C13516">
      <w:pPr>
        <w:tabs>
          <w:tab w:val="left" w:pos="0"/>
          <w:tab w:val="left" w:pos="426"/>
        </w:tabs>
        <w:outlineLvl w:val="0"/>
        <w:rPr>
          <w:rFonts w:eastAsia="Calibri"/>
          <w:szCs w:val="22"/>
        </w:rPr>
      </w:pPr>
    </w:p>
    <w:p w:rsidR="00AE01D7" w:rsidRDefault="00AE01D7" w:rsidP="00C13516">
      <w:pPr>
        <w:tabs>
          <w:tab w:val="left" w:pos="0"/>
          <w:tab w:val="left" w:pos="426"/>
        </w:tabs>
        <w:outlineLvl w:val="0"/>
        <w:rPr>
          <w:rFonts w:eastAsia="Calibri"/>
          <w:szCs w:val="22"/>
        </w:rPr>
      </w:pPr>
    </w:p>
    <w:p w:rsidR="00C13516" w:rsidRPr="00BD1169" w:rsidRDefault="00C13516" w:rsidP="00C13516">
      <w:pPr>
        <w:tabs>
          <w:tab w:val="left" w:pos="0"/>
          <w:tab w:val="left" w:pos="426"/>
        </w:tabs>
        <w:outlineLvl w:val="0"/>
        <w:rPr>
          <w:rFonts w:eastAsia="Calibri"/>
          <w:szCs w:val="22"/>
        </w:rPr>
      </w:pPr>
      <w:proofErr w:type="spellStart"/>
      <w:r w:rsidRPr="00BD1169">
        <w:rPr>
          <w:rFonts w:eastAsia="Calibri"/>
          <w:szCs w:val="22"/>
        </w:rPr>
        <w:t>А.Е.Феофанова</w:t>
      </w:r>
      <w:proofErr w:type="spellEnd"/>
      <w:r w:rsidRPr="00BD1169">
        <w:rPr>
          <w:rFonts w:eastAsia="Calibri"/>
          <w:szCs w:val="22"/>
        </w:rPr>
        <w:t>,</w:t>
      </w:r>
    </w:p>
    <w:p w:rsidR="00E22906" w:rsidRPr="009B5093" w:rsidRDefault="00C13516" w:rsidP="009B5093">
      <w:pPr>
        <w:tabs>
          <w:tab w:val="left" w:pos="0"/>
          <w:tab w:val="left" w:pos="426"/>
        </w:tabs>
        <w:outlineLvl w:val="0"/>
        <w:rPr>
          <w:rFonts w:eastAsia="Calibri"/>
          <w:szCs w:val="22"/>
        </w:rPr>
      </w:pPr>
      <w:r w:rsidRPr="00BD1169">
        <w:rPr>
          <w:rFonts w:eastAsia="Calibri"/>
          <w:szCs w:val="22"/>
        </w:rPr>
        <w:t>8 (843) 231-81-29</w:t>
      </w:r>
    </w:p>
    <w:sectPr w:rsidR="00E22906" w:rsidRPr="009B5093" w:rsidSect="009B5093">
      <w:footerReference w:type="default" r:id="rId9"/>
      <w:footerReference w:type="first" r:id="rId10"/>
      <w:pgSz w:w="11906" w:h="16838" w:code="9"/>
      <w:pgMar w:top="1134" w:right="567" w:bottom="993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A9" w:rsidRDefault="008638A9">
      <w:r>
        <w:separator/>
      </w:r>
    </w:p>
  </w:endnote>
  <w:endnote w:type="continuationSeparator" w:id="0">
    <w:p w:rsidR="008638A9" w:rsidRDefault="0086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2E" w:rsidRDefault="002E152E" w:rsidP="00BD1169">
    <w:pPr>
      <w:pStyle w:val="a4"/>
      <w:ind w:right="851"/>
      <w:jc w:val="both"/>
    </w:pPr>
  </w:p>
  <w:p w:rsidR="00BD1169" w:rsidRDefault="00BD1169" w:rsidP="00BD1169">
    <w:pPr>
      <w:pStyle w:val="a4"/>
      <w:ind w:right="851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69" w:rsidRDefault="00BD1169">
    <w:pPr>
      <w:pStyle w:val="a4"/>
    </w:pPr>
  </w:p>
  <w:p w:rsidR="00C13516" w:rsidRDefault="00C135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A9" w:rsidRDefault="008638A9">
      <w:r>
        <w:separator/>
      </w:r>
    </w:p>
  </w:footnote>
  <w:footnote w:type="continuationSeparator" w:id="0">
    <w:p w:rsidR="008638A9" w:rsidRDefault="00863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B32F4"/>
    <w:multiLevelType w:val="hybridMultilevel"/>
    <w:tmpl w:val="F9EA4C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BE"/>
    <w:rsid w:val="0000400F"/>
    <w:rsid w:val="00012AF1"/>
    <w:rsid w:val="00020FE6"/>
    <w:rsid w:val="000263BF"/>
    <w:rsid w:val="000269C4"/>
    <w:rsid w:val="00041887"/>
    <w:rsid w:val="0004516B"/>
    <w:rsid w:val="00046779"/>
    <w:rsid w:val="00061E7D"/>
    <w:rsid w:val="00071991"/>
    <w:rsid w:val="00084BF0"/>
    <w:rsid w:val="00087021"/>
    <w:rsid w:val="00090315"/>
    <w:rsid w:val="000A6DC8"/>
    <w:rsid w:val="000B1A17"/>
    <w:rsid w:val="000B32B1"/>
    <w:rsid w:val="000C3331"/>
    <w:rsid w:val="000C58CB"/>
    <w:rsid w:val="000C7120"/>
    <w:rsid w:val="000E1EED"/>
    <w:rsid w:val="000E2601"/>
    <w:rsid w:val="000E65F2"/>
    <w:rsid w:val="000F2476"/>
    <w:rsid w:val="000F2675"/>
    <w:rsid w:val="001010BB"/>
    <w:rsid w:val="0011069C"/>
    <w:rsid w:val="0012080A"/>
    <w:rsid w:val="00121267"/>
    <w:rsid w:val="00121654"/>
    <w:rsid w:val="00125F2A"/>
    <w:rsid w:val="00131EA3"/>
    <w:rsid w:val="00134CE4"/>
    <w:rsid w:val="00135125"/>
    <w:rsid w:val="00155025"/>
    <w:rsid w:val="00175543"/>
    <w:rsid w:val="00176149"/>
    <w:rsid w:val="00186271"/>
    <w:rsid w:val="001A0A77"/>
    <w:rsid w:val="001A544F"/>
    <w:rsid w:val="001A560B"/>
    <w:rsid w:val="001B0D9C"/>
    <w:rsid w:val="001B56FA"/>
    <w:rsid w:val="001C1191"/>
    <w:rsid w:val="001D45F8"/>
    <w:rsid w:val="001D598C"/>
    <w:rsid w:val="001E0EAB"/>
    <w:rsid w:val="001F4294"/>
    <w:rsid w:val="001F55CA"/>
    <w:rsid w:val="00204198"/>
    <w:rsid w:val="00242C1F"/>
    <w:rsid w:val="002433E4"/>
    <w:rsid w:val="00257E0D"/>
    <w:rsid w:val="00264316"/>
    <w:rsid w:val="00267029"/>
    <w:rsid w:val="002716C6"/>
    <w:rsid w:val="00272101"/>
    <w:rsid w:val="002805C3"/>
    <w:rsid w:val="00280AA0"/>
    <w:rsid w:val="002968B0"/>
    <w:rsid w:val="002B22C5"/>
    <w:rsid w:val="002B4E67"/>
    <w:rsid w:val="002B672A"/>
    <w:rsid w:val="002C4E15"/>
    <w:rsid w:val="002D02FA"/>
    <w:rsid w:val="002D22DF"/>
    <w:rsid w:val="002E152E"/>
    <w:rsid w:val="002E54B6"/>
    <w:rsid w:val="002F5D57"/>
    <w:rsid w:val="003020EF"/>
    <w:rsid w:val="0030645C"/>
    <w:rsid w:val="00313CE5"/>
    <w:rsid w:val="00315F9C"/>
    <w:rsid w:val="00320C0F"/>
    <w:rsid w:val="003210A0"/>
    <w:rsid w:val="0032258C"/>
    <w:rsid w:val="003239E2"/>
    <w:rsid w:val="00325544"/>
    <w:rsid w:val="00327A38"/>
    <w:rsid w:val="00335FE6"/>
    <w:rsid w:val="0034097D"/>
    <w:rsid w:val="00340CCE"/>
    <w:rsid w:val="00343E66"/>
    <w:rsid w:val="0034490B"/>
    <w:rsid w:val="0036098F"/>
    <w:rsid w:val="003613FD"/>
    <w:rsid w:val="0036751D"/>
    <w:rsid w:val="003750E6"/>
    <w:rsid w:val="00377A59"/>
    <w:rsid w:val="0038066A"/>
    <w:rsid w:val="00386EBE"/>
    <w:rsid w:val="003A0F5C"/>
    <w:rsid w:val="003A4B87"/>
    <w:rsid w:val="003A5BBC"/>
    <w:rsid w:val="003B0FC6"/>
    <w:rsid w:val="003B1E7D"/>
    <w:rsid w:val="003B5746"/>
    <w:rsid w:val="003C2495"/>
    <w:rsid w:val="003C5D22"/>
    <w:rsid w:val="003D224F"/>
    <w:rsid w:val="003D320F"/>
    <w:rsid w:val="003E2074"/>
    <w:rsid w:val="003E4DF6"/>
    <w:rsid w:val="003F4568"/>
    <w:rsid w:val="003F6194"/>
    <w:rsid w:val="003F67A7"/>
    <w:rsid w:val="00403B26"/>
    <w:rsid w:val="004040B2"/>
    <w:rsid w:val="00404A73"/>
    <w:rsid w:val="0041200B"/>
    <w:rsid w:val="00414DF7"/>
    <w:rsid w:val="00437E63"/>
    <w:rsid w:val="004573AD"/>
    <w:rsid w:val="00465CDD"/>
    <w:rsid w:val="00474F17"/>
    <w:rsid w:val="004A04FD"/>
    <w:rsid w:val="004A0B8D"/>
    <w:rsid w:val="004A0C79"/>
    <w:rsid w:val="004A1558"/>
    <w:rsid w:val="004B09B6"/>
    <w:rsid w:val="004C0269"/>
    <w:rsid w:val="004C19AA"/>
    <w:rsid w:val="004D04AE"/>
    <w:rsid w:val="004D532F"/>
    <w:rsid w:val="004E1B04"/>
    <w:rsid w:val="004E5B5E"/>
    <w:rsid w:val="004E7C75"/>
    <w:rsid w:val="004F30F7"/>
    <w:rsid w:val="00501AF6"/>
    <w:rsid w:val="0050641D"/>
    <w:rsid w:val="00506842"/>
    <w:rsid w:val="00513C95"/>
    <w:rsid w:val="005172F3"/>
    <w:rsid w:val="00526A80"/>
    <w:rsid w:val="00531658"/>
    <w:rsid w:val="0053613D"/>
    <w:rsid w:val="005410CD"/>
    <w:rsid w:val="00545D4A"/>
    <w:rsid w:val="005475FD"/>
    <w:rsid w:val="005557BB"/>
    <w:rsid w:val="00565BCB"/>
    <w:rsid w:val="005723AD"/>
    <w:rsid w:val="0059094D"/>
    <w:rsid w:val="00594755"/>
    <w:rsid w:val="005A19AC"/>
    <w:rsid w:val="005A3203"/>
    <w:rsid w:val="005B7F98"/>
    <w:rsid w:val="005C1462"/>
    <w:rsid w:val="005E4DAD"/>
    <w:rsid w:val="005E5392"/>
    <w:rsid w:val="005F0C74"/>
    <w:rsid w:val="005F1BEC"/>
    <w:rsid w:val="005F6681"/>
    <w:rsid w:val="005F7E0D"/>
    <w:rsid w:val="00600909"/>
    <w:rsid w:val="00614BF3"/>
    <w:rsid w:val="00645A72"/>
    <w:rsid w:val="0064679D"/>
    <w:rsid w:val="00651FA5"/>
    <w:rsid w:val="006720B9"/>
    <w:rsid w:val="00672733"/>
    <w:rsid w:val="00672E52"/>
    <w:rsid w:val="0067583B"/>
    <w:rsid w:val="00680B6B"/>
    <w:rsid w:val="00682C83"/>
    <w:rsid w:val="00683C03"/>
    <w:rsid w:val="00685E65"/>
    <w:rsid w:val="00686243"/>
    <w:rsid w:val="0068640D"/>
    <w:rsid w:val="00691A06"/>
    <w:rsid w:val="006A40F5"/>
    <w:rsid w:val="006C643B"/>
    <w:rsid w:val="006D1E00"/>
    <w:rsid w:val="006D4FDC"/>
    <w:rsid w:val="006D609F"/>
    <w:rsid w:val="006D61A9"/>
    <w:rsid w:val="00716AA8"/>
    <w:rsid w:val="0074646C"/>
    <w:rsid w:val="007466AA"/>
    <w:rsid w:val="007474CA"/>
    <w:rsid w:val="007508F4"/>
    <w:rsid w:val="00753C76"/>
    <w:rsid w:val="00770A3C"/>
    <w:rsid w:val="00787C88"/>
    <w:rsid w:val="00792170"/>
    <w:rsid w:val="007A1F97"/>
    <w:rsid w:val="007B644E"/>
    <w:rsid w:val="007B7DE8"/>
    <w:rsid w:val="007D40CE"/>
    <w:rsid w:val="007D6E46"/>
    <w:rsid w:val="007E24BE"/>
    <w:rsid w:val="007E3DE1"/>
    <w:rsid w:val="007F09A9"/>
    <w:rsid w:val="007F0E42"/>
    <w:rsid w:val="007F4399"/>
    <w:rsid w:val="007F5FE3"/>
    <w:rsid w:val="0080139F"/>
    <w:rsid w:val="0080450E"/>
    <w:rsid w:val="008070FC"/>
    <w:rsid w:val="008076B1"/>
    <w:rsid w:val="0081103A"/>
    <w:rsid w:val="00811DEB"/>
    <w:rsid w:val="008156F3"/>
    <w:rsid w:val="00816AA5"/>
    <w:rsid w:val="00836777"/>
    <w:rsid w:val="00845CE9"/>
    <w:rsid w:val="00847221"/>
    <w:rsid w:val="00851F69"/>
    <w:rsid w:val="008540C9"/>
    <w:rsid w:val="00860154"/>
    <w:rsid w:val="00862470"/>
    <w:rsid w:val="008638A9"/>
    <w:rsid w:val="0086462D"/>
    <w:rsid w:val="00876684"/>
    <w:rsid w:val="008818E7"/>
    <w:rsid w:val="008877A2"/>
    <w:rsid w:val="00895261"/>
    <w:rsid w:val="008A221E"/>
    <w:rsid w:val="008A7A68"/>
    <w:rsid w:val="008B3578"/>
    <w:rsid w:val="008C7B60"/>
    <w:rsid w:val="008F274C"/>
    <w:rsid w:val="008F2B9E"/>
    <w:rsid w:val="009019A6"/>
    <w:rsid w:val="00905F98"/>
    <w:rsid w:val="00906051"/>
    <w:rsid w:val="00912626"/>
    <w:rsid w:val="00917147"/>
    <w:rsid w:val="00920836"/>
    <w:rsid w:val="00933AED"/>
    <w:rsid w:val="009511BD"/>
    <w:rsid w:val="009512BA"/>
    <w:rsid w:val="0095347E"/>
    <w:rsid w:val="009550BD"/>
    <w:rsid w:val="00955C56"/>
    <w:rsid w:val="009569F4"/>
    <w:rsid w:val="0097032F"/>
    <w:rsid w:val="00973EF9"/>
    <w:rsid w:val="009825E4"/>
    <w:rsid w:val="00983577"/>
    <w:rsid w:val="00984E12"/>
    <w:rsid w:val="00987632"/>
    <w:rsid w:val="009A0A73"/>
    <w:rsid w:val="009A7BCD"/>
    <w:rsid w:val="009B3D82"/>
    <w:rsid w:val="009B5093"/>
    <w:rsid w:val="009B5E83"/>
    <w:rsid w:val="009C132F"/>
    <w:rsid w:val="009E77FE"/>
    <w:rsid w:val="009F64B2"/>
    <w:rsid w:val="00A063F7"/>
    <w:rsid w:val="00A06648"/>
    <w:rsid w:val="00A1022D"/>
    <w:rsid w:val="00A11483"/>
    <w:rsid w:val="00A12DCA"/>
    <w:rsid w:val="00A14958"/>
    <w:rsid w:val="00A157C3"/>
    <w:rsid w:val="00A33E50"/>
    <w:rsid w:val="00A35D88"/>
    <w:rsid w:val="00A35E54"/>
    <w:rsid w:val="00A37E90"/>
    <w:rsid w:val="00A40DF0"/>
    <w:rsid w:val="00A46818"/>
    <w:rsid w:val="00A51D48"/>
    <w:rsid w:val="00A5329E"/>
    <w:rsid w:val="00A554E7"/>
    <w:rsid w:val="00A571B0"/>
    <w:rsid w:val="00A63834"/>
    <w:rsid w:val="00A70C16"/>
    <w:rsid w:val="00A72528"/>
    <w:rsid w:val="00A92446"/>
    <w:rsid w:val="00A94F29"/>
    <w:rsid w:val="00A95D68"/>
    <w:rsid w:val="00A95F64"/>
    <w:rsid w:val="00AA0D71"/>
    <w:rsid w:val="00AA7101"/>
    <w:rsid w:val="00AB0471"/>
    <w:rsid w:val="00AB56A9"/>
    <w:rsid w:val="00AC7893"/>
    <w:rsid w:val="00AE01D7"/>
    <w:rsid w:val="00AE5C3F"/>
    <w:rsid w:val="00AE5E0D"/>
    <w:rsid w:val="00AE7275"/>
    <w:rsid w:val="00AF1606"/>
    <w:rsid w:val="00B00B47"/>
    <w:rsid w:val="00B00F53"/>
    <w:rsid w:val="00B01520"/>
    <w:rsid w:val="00B02613"/>
    <w:rsid w:val="00B114FE"/>
    <w:rsid w:val="00B117BD"/>
    <w:rsid w:val="00B15297"/>
    <w:rsid w:val="00B2303D"/>
    <w:rsid w:val="00B30829"/>
    <w:rsid w:val="00B36587"/>
    <w:rsid w:val="00B462E2"/>
    <w:rsid w:val="00B46D13"/>
    <w:rsid w:val="00B47632"/>
    <w:rsid w:val="00B55701"/>
    <w:rsid w:val="00B5726C"/>
    <w:rsid w:val="00B80349"/>
    <w:rsid w:val="00B9557B"/>
    <w:rsid w:val="00BA15E2"/>
    <w:rsid w:val="00BA65D3"/>
    <w:rsid w:val="00BB1F3A"/>
    <w:rsid w:val="00BB7711"/>
    <w:rsid w:val="00BC1EE0"/>
    <w:rsid w:val="00BD1169"/>
    <w:rsid w:val="00BE2097"/>
    <w:rsid w:val="00BF63AF"/>
    <w:rsid w:val="00C00014"/>
    <w:rsid w:val="00C02EB5"/>
    <w:rsid w:val="00C0312A"/>
    <w:rsid w:val="00C13516"/>
    <w:rsid w:val="00C14B00"/>
    <w:rsid w:val="00C16668"/>
    <w:rsid w:val="00C47343"/>
    <w:rsid w:val="00C56573"/>
    <w:rsid w:val="00C60E4B"/>
    <w:rsid w:val="00C64724"/>
    <w:rsid w:val="00C77932"/>
    <w:rsid w:val="00C80726"/>
    <w:rsid w:val="00C8499B"/>
    <w:rsid w:val="00CB5523"/>
    <w:rsid w:val="00CB5E02"/>
    <w:rsid w:val="00CC5851"/>
    <w:rsid w:val="00CD6922"/>
    <w:rsid w:val="00CF3219"/>
    <w:rsid w:val="00CF384C"/>
    <w:rsid w:val="00D06D45"/>
    <w:rsid w:val="00D119B6"/>
    <w:rsid w:val="00D154B4"/>
    <w:rsid w:val="00D15D50"/>
    <w:rsid w:val="00D26288"/>
    <w:rsid w:val="00D33F59"/>
    <w:rsid w:val="00D37FEC"/>
    <w:rsid w:val="00D435B5"/>
    <w:rsid w:val="00D445EB"/>
    <w:rsid w:val="00D50441"/>
    <w:rsid w:val="00D5249C"/>
    <w:rsid w:val="00D61A2A"/>
    <w:rsid w:val="00D642F3"/>
    <w:rsid w:val="00D75828"/>
    <w:rsid w:val="00D8707A"/>
    <w:rsid w:val="00D87E47"/>
    <w:rsid w:val="00D934A9"/>
    <w:rsid w:val="00DA493D"/>
    <w:rsid w:val="00DB540F"/>
    <w:rsid w:val="00DC6A90"/>
    <w:rsid w:val="00DD2E11"/>
    <w:rsid w:val="00DD623C"/>
    <w:rsid w:val="00DD7902"/>
    <w:rsid w:val="00DE370B"/>
    <w:rsid w:val="00DE50AE"/>
    <w:rsid w:val="00DE68D6"/>
    <w:rsid w:val="00DF0DCA"/>
    <w:rsid w:val="00DF442C"/>
    <w:rsid w:val="00E071A2"/>
    <w:rsid w:val="00E13804"/>
    <w:rsid w:val="00E13873"/>
    <w:rsid w:val="00E22906"/>
    <w:rsid w:val="00E25679"/>
    <w:rsid w:val="00E27350"/>
    <w:rsid w:val="00E3006D"/>
    <w:rsid w:val="00E4544E"/>
    <w:rsid w:val="00E46F17"/>
    <w:rsid w:val="00E56731"/>
    <w:rsid w:val="00E60B77"/>
    <w:rsid w:val="00E62659"/>
    <w:rsid w:val="00E76672"/>
    <w:rsid w:val="00E76A3A"/>
    <w:rsid w:val="00E77B7F"/>
    <w:rsid w:val="00E81D6E"/>
    <w:rsid w:val="00E82228"/>
    <w:rsid w:val="00E90F0C"/>
    <w:rsid w:val="00E93782"/>
    <w:rsid w:val="00EA4BA6"/>
    <w:rsid w:val="00EB211F"/>
    <w:rsid w:val="00EB6191"/>
    <w:rsid w:val="00EB7A76"/>
    <w:rsid w:val="00EC6226"/>
    <w:rsid w:val="00ED0A13"/>
    <w:rsid w:val="00EE0429"/>
    <w:rsid w:val="00EE289D"/>
    <w:rsid w:val="00EF363C"/>
    <w:rsid w:val="00F012EB"/>
    <w:rsid w:val="00F154FE"/>
    <w:rsid w:val="00F16046"/>
    <w:rsid w:val="00F20C28"/>
    <w:rsid w:val="00F43D31"/>
    <w:rsid w:val="00F549FA"/>
    <w:rsid w:val="00F61388"/>
    <w:rsid w:val="00F720B4"/>
    <w:rsid w:val="00F75D23"/>
    <w:rsid w:val="00F75D89"/>
    <w:rsid w:val="00F76DF5"/>
    <w:rsid w:val="00F81DEA"/>
    <w:rsid w:val="00F821BA"/>
    <w:rsid w:val="00F93EDA"/>
    <w:rsid w:val="00F954F9"/>
    <w:rsid w:val="00F97044"/>
    <w:rsid w:val="00FB61C0"/>
    <w:rsid w:val="00FD0041"/>
    <w:rsid w:val="00FE1735"/>
    <w:rsid w:val="00FF18C7"/>
    <w:rsid w:val="00FF3236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2E131F-BEBD-4D15-A3AB-783698B0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36587"/>
    <w:pPr>
      <w:keepNext/>
      <w:ind w:left="5760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link w:val="a9"/>
    <w:locked/>
    <w:rsid w:val="00386EBE"/>
    <w:rPr>
      <w:sz w:val="28"/>
      <w:szCs w:val="28"/>
      <w:shd w:val="clear" w:color="auto" w:fill="FFFFFF"/>
      <w:lang w:bidi="ar-SA"/>
    </w:rPr>
  </w:style>
  <w:style w:type="paragraph" w:styleId="a9">
    <w:name w:val="Body Text"/>
    <w:basedOn w:val="a"/>
    <w:link w:val="a8"/>
    <w:rsid w:val="00386EBE"/>
    <w:pPr>
      <w:shd w:val="clear" w:color="auto" w:fill="FFFFFF"/>
      <w:spacing w:line="326" w:lineRule="exact"/>
      <w:jc w:val="right"/>
    </w:pPr>
    <w:rPr>
      <w:sz w:val="28"/>
      <w:szCs w:val="28"/>
      <w:shd w:val="clear" w:color="auto" w:fill="FFFFFF"/>
    </w:rPr>
  </w:style>
  <w:style w:type="paragraph" w:styleId="aa">
    <w:name w:val="No Spacing"/>
    <w:basedOn w:val="a"/>
    <w:qFormat/>
    <w:rsid w:val="00257E0D"/>
    <w:rPr>
      <w:szCs w:val="32"/>
      <w:lang w:val="en-US" w:eastAsia="en-US" w:bidi="en-US"/>
    </w:rPr>
  </w:style>
  <w:style w:type="paragraph" w:styleId="ab">
    <w:name w:val="Body Text Indent"/>
    <w:basedOn w:val="a"/>
    <w:rsid w:val="009A0A7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B36587"/>
    <w:rPr>
      <w:b/>
      <w:bCs/>
      <w:sz w:val="28"/>
    </w:rPr>
  </w:style>
  <w:style w:type="character" w:customStyle="1" w:styleId="apple-converted-space">
    <w:name w:val="apple-converted-space"/>
    <w:basedOn w:val="a0"/>
    <w:rsid w:val="008877A2"/>
  </w:style>
  <w:style w:type="paragraph" w:styleId="ac">
    <w:name w:val="List Paragraph"/>
    <w:basedOn w:val="a"/>
    <w:uiPriority w:val="34"/>
    <w:qFormat/>
    <w:rsid w:val="00E229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ownloads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0107F-CA58-4F5D-8554-04EF694D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Минмолодёжи РТ-Бугрова Кадрия Рустамовна</dc:creator>
  <cp:lastModifiedBy>User</cp:lastModifiedBy>
  <cp:revision>2</cp:revision>
  <cp:lastPrinted>2020-02-10T15:41:00Z</cp:lastPrinted>
  <dcterms:created xsi:type="dcterms:W3CDTF">2020-02-11T06:15:00Z</dcterms:created>
  <dcterms:modified xsi:type="dcterms:W3CDTF">2020-02-11T06:15:00Z</dcterms:modified>
</cp:coreProperties>
</file>